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DCB" w:rsidRDefault="00C46DCB" w:rsidP="00AE569A">
      <w:pPr>
        <w:jc w:val="center"/>
        <w:rPr>
          <w:b/>
          <w:sz w:val="28"/>
        </w:rPr>
      </w:pPr>
    </w:p>
    <w:p w:rsidR="00AE569A" w:rsidRDefault="00AE569A" w:rsidP="00AE569A">
      <w:pPr>
        <w:jc w:val="center"/>
        <w:rPr>
          <w:b/>
          <w:sz w:val="28"/>
        </w:rPr>
      </w:pPr>
      <w:r>
        <w:rPr>
          <w:b/>
          <w:sz w:val="28"/>
        </w:rPr>
        <w:t>CASE STUDY</w:t>
      </w:r>
    </w:p>
    <w:p w:rsidR="00AE569A" w:rsidRPr="00AB4A21" w:rsidRDefault="00AE569A" w:rsidP="00AE569A">
      <w:pPr>
        <w:rPr>
          <w:b/>
          <w:sz w:val="24"/>
        </w:rPr>
      </w:pPr>
      <w:r w:rsidRPr="00AB4A21">
        <w:rPr>
          <w:b/>
          <w:sz w:val="24"/>
        </w:rPr>
        <w:t>Pre-Condition(s):</w:t>
      </w:r>
    </w:p>
    <w:p w:rsidR="00A3080E" w:rsidRDefault="00A3080E" w:rsidP="00A3080E">
      <w:pPr>
        <w:pStyle w:val="ListParagraph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A mechanical system exists which alternates between </w:t>
      </w:r>
      <w:proofErr w:type="gramStart"/>
      <w:r>
        <w:rPr>
          <w:sz w:val="24"/>
        </w:rPr>
        <w:t>power</w:t>
      </w:r>
      <w:proofErr w:type="gramEnd"/>
      <w:r>
        <w:rPr>
          <w:sz w:val="24"/>
        </w:rPr>
        <w:t xml:space="preserve"> sources depending on intensity of power generation.</w:t>
      </w:r>
    </w:p>
    <w:p w:rsidR="00A3080E" w:rsidRDefault="00A3080E" w:rsidP="00A3080E">
      <w:pPr>
        <w:pStyle w:val="ListParagraph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The Use Case begins when the greenhouse keeper opens the app</w:t>
      </w:r>
      <w:r w:rsidR="00C46DCB">
        <w:rPr>
          <w:sz w:val="24"/>
        </w:rPr>
        <w:t>.</w:t>
      </w:r>
    </w:p>
    <w:p w:rsidR="00A3080E" w:rsidRPr="00A3080E" w:rsidRDefault="00A3080E" w:rsidP="00A3080E">
      <w:pPr>
        <w:pStyle w:val="ListParagraph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The controller has pre-configured (default) settings</w:t>
      </w:r>
      <w:r w:rsidR="00C46DCB">
        <w:rPr>
          <w:sz w:val="24"/>
        </w:rPr>
        <w:t>.</w:t>
      </w:r>
    </w:p>
    <w:p w:rsidR="00A3080E" w:rsidRDefault="00A3080E" w:rsidP="00A3080E">
      <w:pPr>
        <w:jc w:val="both"/>
        <w:rPr>
          <w:sz w:val="24"/>
        </w:rPr>
      </w:pPr>
    </w:p>
    <w:p w:rsidR="00A3080E" w:rsidRPr="00AB4A21" w:rsidRDefault="00A3080E" w:rsidP="00A3080E">
      <w:pPr>
        <w:jc w:val="both"/>
        <w:rPr>
          <w:b/>
          <w:sz w:val="24"/>
        </w:rPr>
      </w:pPr>
      <w:r w:rsidRPr="00AB4A21">
        <w:rPr>
          <w:b/>
          <w:sz w:val="24"/>
        </w:rPr>
        <w:t>Base Path:</w:t>
      </w:r>
    </w:p>
    <w:p w:rsidR="00341E78" w:rsidRDefault="00A3080E" w:rsidP="00A3080E">
      <w:pPr>
        <w:pStyle w:val="ListParagraph"/>
        <w:numPr>
          <w:ilvl w:val="0"/>
          <w:numId w:val="2"/>
        </w:numPr>
        <w:jc w:val="both"/>
        <w:rPr>
          <w:sz w:val="24"/>
        </w:rPr>
      </w:pPr>
      <w:r w:rsidRPr="00341E78">
        <w:rPr>
          <w:sz w:val="24"/>
        </w:rPr>
        <w:t xml:space="preserve">A dashboard is displayed to the keeper showing the current operations including the current power source, lighting and the </w:t>
      </w:r>
      <w:r w:rsidR="00341E78">
        <w:rPr>
          <w:sz w:val="24"/>
        </w:rPr>
        <w:t xml:space="preserve">temperature in all or </w:t>
      </w:r>
      <w:r w:rsidRPr="00341E78">
        <w:rPr>
          <w:sz w:val="24"/>
        </w:rPr>
        <w:t>various sections of the greenhouse.</w:t>
      </w:r>
      <w:r w:rsidR="00341E78" w:rsidRPr="00341E78">
        <w:rPr>
          <w:sz w:val="24"/>
        </w:rPr>
        <w:t xml:space="preserve"> </w:t>
      </w:r>
    </w:p>
    <w:p w:rsidR="00A3080E" w:rsidRPr="00341E78" w:rsidRDefault="00C46DCB" w:rsidP="00A3080E">
      <w:pPr>
        <w:pStyle w:val="ListParagraph"/>
        <w:numPr>
          <w:ilvl w:val="0"/>
          <w:numId w:val="2"/>
        </w:numPr>
        <w:jc w:val="both"/>
        <w:rPr>
          <w:sz w:val="24"/>
        </w:rPr>
      </w:pPr>
      <w:r w:rsidRPr="00341E78">
        <w:rPr>
          <w:sz w:val="24"/>
        </w:rPr>
        <w:t xml:space="preserve">The keeper configures the heat channelled to </w:t>
      </w:r>
      <w:r w:rsidR="00EF5F5E" w:rsidRPr="00341E78">
        <w:rPr>
          <w:sz w:val="24"/>
        </w:rPr>
        <w:t>all or parts of the greenhouse, depending on the plants being grown</w:t>
      </w:r>
      <w:r w:rsidR="00341E78">
        <w:rPr>
          <w:sz w:val="24"/>
        </w:rPr>
        <w:t xml:space="preserve"> in the season</w:t>
      </w:r>
      <w:r w:rsidR="00EF5F5E" w:rsidRPr="00341E78">
        <w:rPr>
          <w:sz w:val="24"/>
        </w:rPr>
        <w:t>.</w:t>
      </w:r>
    </w:p>
    <w:p w:rsidR="00EF5F5E" w:rsidRDefault="00EF5F5E" w:rsidP="00A3080E">
      <w:pPr>
        <w:pStyle w:val="ListParagraph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The keeper configures the lighting, defining which bulbs should be on during particular periods of the day.</w:t>
      </w:r>
    </w:p>
    <w:p w:rsidR="00EF5F5E" w:rsidRDefault="00EF5F5E" w:rsidP="00341E78">
      <w:pPr>
        <w:jc w:val="both"/>
        <w:rPr>
          <w:sz w:val="24"/>
        </w:rPr>
      </w:pPr>
    </w:p>
    <w:p w:rsidR="00341E78" w:rsidRPr="00AB4A21" w:rsidRDefault="00341E78" w:rsidP="00341E78">
      <w:pPr>
        <w:jc w:val="both"/>
        <w:rPr>
          <w:b/>
          <w:sz w:val="24"/>
        </w:rPr>
      </w:pPr>
      <w:r w:rsidRPr="00AB4A21">
        <w:rPr>
          <w:b/>
          <w:sz w:val="24"/>
        </w:rPr>
        <w:t>Alternate Path:</w:t>
      </w:r>
    </w:p>
    <w:p w:rsidR="00AB4A21" w:rsidRDefault="00AB4A21" w:rsidP="00AB4A21">
      <w:pPr>
        <w:pStyle w:val="ListParagraph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Sunlight intensity is insufficient.</w:t>
      </w:r>
    </w:p>
    <w:p w:rsidR="00AB4A21" w:rsidRDefault="00AB4A21" w:rsidP="00AB4A21">
      <w:pPr>
        <w:pStyle w:val="ListParagraph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Power supply from Electricity Company becomes too expensive or insufficient.</w:t>
      </w:r>
    </w:p>
    <w:p w:rsidR="00D832A5" w:rsidRDefault="00D832A5" w:rsidP="00AB4A21">
      <w:pPr>
        <w:jc w:val="both"/>
        <w:rPr>
          <w:b/>
          <w:sz w:val="24"/>
        </w:rPr>
      </w:pPr>
    </w:p>
    <w:p w:rsidR="00AB4A21" w:rsidRPr="00AB4A21" w:rsidRDefault="00AB4A21" w:rsidP="00AB4A21">
      <w:pPr>
        <w:jc w:val="both"/>
        <w:rPr>
          <w:b/>
          <w:sz w:val="24"/>
        </w:rPr>
      </w:pPr>
      <w:bookmarkStart w:id="0" w:name="_GoBack"/>
      <w:bookmarkEnd w:id="0"/>
      <w:r w:rsidRPr="00AB4A21">
        <w:rPr>
          <w:b/>
          <w:sz w:val="24"/>
        </w:rPr>
        <w:t>Post-Condition(s):</w:t>
      </w:r>
    </w:p>
    <w:p w:rsidR="00AB4A21" w:rsidRDefault="00AB4A21" w:rsidP="00AB4A21">
      <w:pPr>
        <w:pStyle w:val="ListParagraph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Plant growth and quality are maximized.</w:t>
      </w:r>
    </w:p>
    <w:p w:rsidR="00AB4A21" w:rsidRPr="00AB4A21" w:rsidRDefault="00AB4A21" w:rsidP="00AB4A21">
      <w:pPr>
        <w:pStyle w:val="ListParagraph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Production costs are minimized.</w:t>
      </w:r>
    </w:p>
    <w:sectPr w:rsidR="00AB4A21" w:rsidRPr="00AB4A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531E5"/>
    <w:multiLevelType w:val="hybridMultilevel"/>
    <w:tmpl w:val="38DE2B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A7148"/>
    <w:multiLevelType w:val="hybridMultilevel"/>
    <w:tmpl w:val="2BF0E4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2C6601"/>
    <w:multiLevelType w:val="hybridMultilevel"/>
    <w:tmpl w:val="08E237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F75DE9"/>
    <w:multiLevelType w:val="hybridMultilevel"/>
    <w:tmpl w:val="CE542B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54085F"/>
    <w:multiLevelType w:val="hybridMultilevel"/>
    <w:tmpl w:val="BB6A89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69A"/>
    <w:rsid w:val="001B4C56"/>
    <w:rsid w:val="00341E78"/>
    <w:rsid w:val="006E4F3F"/>
    <w:rsid w:val="0072455D"/>
    <w:rsid w:val="00A3080E"/>
    <w:rsid w:val="00AB4A21"/>
    <w:rsid w:val="00AE569A"/>
    <w:rsid w:val="00C46DCB"/>
    <w:rsid w:val="00D832A5"/>
    <w:rsid w:val="00EF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6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6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9446EB76</Template>
  <TotalTime>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Nottingham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NNANNA EMMANUEL MADU</dc:creator>
  <cp:lastModifiedBy>ALKhalil AL Busaidi</cp:lastModifiedBy>
  <cp:revision>2</cp:revision>
  <dcterms:created xsi:type="dcterms:W3CDTF">2014-02-21T09:48:00Z</dcterms:created>
  <dcterms:modified xsi:type="dcterms:W3CDTF">2014-02-21T09:48:00Z</dcterms:modified>
</cp:coreProperties>
</file>